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544EFB-D305-4115-ABA6-5F71292D1F13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